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3C0762" w14:textId="77777777" w:rsidR="00EA4EAE" w:rsidRPr="00EA4EAE" w:rsidRDefault="00EA4EAE" w:rsidP="00EA4EAE">
            <w:pPr>
              <w:spacing w:before="180" w:after="0" w:line="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4EA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9C4D369" w14:textId="77777777" w:rsidR="00EA4EAE" w:rsidRDefault="00EA4EAE" w:rsidP="00EA4EAE">
            <w:pPr>
              <w:keepNext/>
              <w:spacing w:before="180" w:after="0" w:line="0" w:lineRule="atLeast"/>
              <w:ind w:left="-567" w:firstLine="567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4EA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E10FF29" w14:textId="6E428A69" w:rsidR="00053BD0" w:rsidRPr="00053BD0" w:rsidRDefault="00053BD0" w:rsidP="00EA4EAE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00703A1" w14:textId="5A5A3249" w:rsidR="002D78AE" w:rsidRPr="002D78AE" w:rsidRDefault="002D78AE" w:rsidP="002D78AE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D78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82EF0F47F07745C6B4407B9661440919"/>
          </w:placeholder>
        </w:sdtPr>
        <w:sdtEndPr/>
        <w:sdtContent>
          <w:r w:rsidR="00052D08">
            <w:rPr>
              <w:rFonts w:ascii="Times New Roman" w:hAnsi="Times New Roman"/>
              <w:sz w:val="28"/>
              <w:szCs w:val="28"/>
            </w:rPr>
            <w:t>19 февраля 2026 года</w:t>
          </w:r>
        </w:sdtContent>
      </w:sdt>
      <w:r w:rsidRPr="002D78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4DE4E9512031404BA9855C910C953E48"/>
          </w:placeholder>
        </w:sdtPr>
        <w:sdtEndPr/>
        <w:sdtContent>
          <w:bookmarkStart w:id="0" w:name="_GoBack"/>
          <w:r w:rsidR="00052D08" w:rsidRPr="00052D08">
            <w:rPr>
              <w:rFonts w:ascii="Times New Roman" w:hAnsi="Times New Roman"/>
              <w:sz w:val="28"/>
              <w:szCs w:val="28"/>
            </w:rPr>
            <w:t>35</w:t>
          </w:r>
          <w:bookmarkEnd w:id="0"/>
        </w:sdtContent>
      </w:sdt>
    </w:p>
    <w:p w14:paraId="5898B2B6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56A748" w14:textId="77777777" w:rsidR="006635F9" w:rsidRDefault="00D21BC3" w:rsidP="00663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BC3">
        <w:rPr>
          <w:rFonts w:ascii="Times New Roman" w:hAnsi="Times New Roman"/>
          <w:b/>
          <w:sz w:val="28"/>
          <w:szCs w:val="28"/>
        </w:rPr>
        <w:t>О внесении</w:t>
      </w:r>
      <w:r w:rsidR="006635F9">
        <w:rPr>
          <w:rFonts w:ascii="Times New Roman" w:hAnsi="Times New Roman"/>
          <w:b/>
          <w:sz w:val="28"/>
          <w:szCs w:val="28"/>
        </w:rPr>
        <w:t xml:space="preserve"> изменений в постановление мэра</w:t>
      </w:r>
    </w:p>
    <w:p w14:paraId="61061E44" w14:textId="77777777" w:rsidR="006635F9" w:rsidRDefault="00D21BC3" w:rsidP="00663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BC3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Сахалинской области от 02.04.2025 № 5</w:t>
      </w:r>
      <w:r>
        <w:rPr>
          <w:rFonts w:ascii="Times New Roman" w:hAnsi="Times New Roman"/>
          <w:b/>
          <w:sz w:val="28"/>
          <w:szCs w:val="28"/>
        </w:rPr>
        <w:t>2</w:t>
      </w:r>
      <w:r w:rsidR="006635F9">
        <w:rPr>
          <w:rFonts w:ascii="Times New Roman" w:hAnsi="Times New Roman"/>
          <w:b/>
          <w:sz w:val="28"/>
          <w:szCs w:val="28"/>
        </w:rPr>
        <w:t xml:space="preserve"> «Об утверждении Положения</w:t>
      </w:r>
    </w:p>
    <w:p w14:paraId="4D63E15C" w14:textId="184E8B1C" w:rsidR="00D21BC3" w:rsidRDefault="00D21BC3" w:rsidP="00663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BC3">
        <w:rPr>
          <w:rFonts w:ascii="Times New Roman" w:hAnsi="Times New Roman"/>
          <w:b/>
          <w:sz w:val="28"/>
          <w:szCs w:val="28"/>
        </w:rPr>
        <w:t>о системе оплаты труда работников муниципальн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D21BC3">
        <w:rPr>
          <w:rFonts w:ascii="Times New Roman" w:hAnsi="Times New Roman"/>
          <w:b/>
          <w:sz w:val="28"/>
          <w:szCs w:val="28"/>
        </w:rPr>
        <w:t xml:space="preserve"> бюджетн</w:t>
      </w:r>
      <w:r>
        <w:rPr>
          <w:rFonts w:ascii="Times New Roman" w:hAnsi="Times New Roman"/>
          <w:b/>
          <w:sz w:val="28"/>
          <w:szCs w:val="28"/>
        </w:rPr>
        <w:t>ого</w:t>
      </w:r>
      <w:r w:rsidR="002018E7">
        <w:rPr>
          <w:rFonts w:ascii="Times New Roman" w:hAnsi="Times New Roman"/>
          <w:b/>
          <w:sz w:val="28"/>
          <w:szCs w:val="28"/>
        </w:rPr>
        <w:t xml:space="preserve"> учреждения</w:t>
      </w:r>
      <w:r w:rsidRPr="00D21BC3">
        <w:rPr>
          <w:rFonts w:ascii="Times New Roman" w:hAnsi="Times New Roman"/>
          <w:b/>
          <w:sz w:val="28"/>
          <w:szCs w:val="28"/>
        </w:rPr>
        <w:t xml:space="preserve"> дополнительного образования «</w:t>
      </w:r>
      <w:r>
        <w:rPr>
          <w:rFonts w:ascii="Times New Roman" w:hAnsi="Times New Roman"/>
          <w:b/>
          <w:sz w:val="28"/>
          <w:szCs w:val="28"/>
        </w:rPr>
        <w:t>Детская школа искусств</w:t>
      </w:r>
      <w:r w:rsidRPr="00D21BC3">
        <w:rPr>
          <w:rFonts w:ascii="Times New Roman" w:hAnsi="Times New Roman"/>
          <w:b/>
          <w:sz w:val="28"/>
          <w:szCs w:val="28"/>
        </w:rPr>
        <w:t>» муниципального образования Ногликский муниципальный округ Сахалинской области»</w:t>
      </w:r>
    </w:p>
    <w:p w14:paraId="5A80BFE5" w14:textId="77777777" w:rsidR="006635F9" w:rsidRPr="00D21BC3" w:rsidRDefault="006635F9" w:rsidP="00663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BF8B49F" w14:textId="2BFE4D4F" w:rsidR="005B2149" w:rsidRPr="00BF61E6" w:rsidRDefault="005B2149" w:rsidP="00663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 w:rsidR="00D21BC3">
        <w:rPr>
          <w:rFonts w:ascii="Times New Roman" w:hAnsi="Times New Roman"/>
          <w:sz w:val="28"/>
          <w:szCs w:val="28"/>
        </w:rPr>
        <w:t xml:space="preserve"> с</w:t>
      </w:r>
      <w:r w:rsidR="00E44CC7" w:rsidRPr="00E44CC7">
        <w:rPr>
          <w:rFonts w:ascii="Times New Roman" w:hAnsi="Times New Roman"/>
          <w:sz w:val="28"/>
          <w:szCs w:val="28"/>
        </w:rPr>
        <w:t xml:space="preserve"> </w:t>
      </w:r>
      <w:r w:rsidR="007106FB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27.01.2026 № 93-р «О внесении изменений в некоторые распоряжения Правительства Сахалинской области в сфере оплаты труда», </w:t>
      </w:r>
      <w:r w:rsidR="00881AE0" w:rsidRPr="00881AE0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</w:t>
      </w:r>
      <w:r w:rsidR="00D21BC3">
        <w:rPr>
          <w:rFonts w:ascii="Times New Roman" w:hAnsi="Times New Roman"/>
          <w:sz w:val="28"/>
          <w:szCs w:val="28"/>
        </w:rPr>
        <w:t>25</w:t>
      </w:r>
      <w:r w:rsidR="00881AE0" w:rsidRPr="00881AE0">
        <w:rPr>
          <w:rFonts w:ascii="Times New Roman" w:hAnsi="Times New Roman"/>
          <w:sz w:val="28"/>
          <w:szCs w:val="28"/>
        </w:rPr>
        <w:t>.0</w:t>
      </w:r>
      <w:r w:rsidR="00D21BC3">
        <w:rPr>
          <w:rFonts w:ascii="Times New Roman" w:hAnsi="Times New Roman"/>
          <w:sz w:val="28"/>
          <w:szCs w:val="28"/>
        </w:rPr>
        <w:t>3</w:t>
      </w:r>
      <w:r w:rsidR="00881AE0" w:rsidRPr="00881AE0">
        <w:rPr>
          <w:rFonts w:ascii="Times New Roman" w:hAnsi="Times New Roman"/>
          <w:sz w:val="28"/>
          <w:szCs w:val="28"/>
        </w:rPr>
        <w:t xml:space="preserve">.2013 № </w:t>
      </w:r>
      <w:r w:rsidR="00D21BC3">
        <w:rPr>
          <w:rFonts w:ascii="Times New Roman" w:hAnsi="Times New Roman"/>
          <w:sz w:val="28"/>
          <w:szCs w:val="28"/>
        </w:rPr>
        <w:t>186</w:t>
      </w:r>
      <w:r w:rsidR="00881AE0" w:rsidRPr="00881AE0">
        <w:rPr>
          <w:rFonts w:ascii="Times New Roman" w:hAnsi="Times New Roman"/>
          <w:sz w:val="28"/>
          <w:szCs w:val="28"/>
        </w:rPr>
        <w:t xml:space="preserve">-р «Об отдельных вопросах реализации Указа Президента Российской Федерации от 07.05.2012 </w:t>
      </w:r>
      <w:r w:rsidR="006635F9">
        <w:rPr>
          <w:rFonts w:ascii="Times New Roman" w:hAnsi="Times New Roman"/>
          <w:sz w:val="28"/>
          <w:szCs w:val="28"/>
        </w:rPr>
        <w:t>№</w:t>
      </w:r>
      <w:r w:rsidR="00881AE0" w:rsidRPr="00881AE0">
        <w:rPr>
          <w:rFonts w:ascii="Times New Roman" w:hAnsi="Times New Roman"/>
          <w:sz w:val="28"/>
          <w:szCs w:val="28"/>
        </w:rPr>
        <w:t xml:space="preserve"> 597 </w:t>
      </w:r>
      <w:r w:rsidR="00C44A48">
        <w:rPr>
          <w:rFonts w:ascii="Times New Roman" w:hAnsi="Times New Roman"/>
          <w:sz w:val="28"/>
          <w:szCs w:val="28"/>
        </w:rPr>
        <w:t>«</w:t>
      </w:r>
      <w:r w:rsidR="00881AE0" w:rsidRPr="00881AE0">
        <w:rPr>
          <w:rFonts w:ascii="Times New Roman" w:hAnsi="Times New Roman"/>
          <w:sz w:val="28"/>
          <w:szCs w:val="28"/>
        </w:rPr>
        <w:t>О мероприятиях по реализации государственной социальной политики</w:t>
      </w:r>
      <w:r w:rsidR="00C44A48">
        <w:rPr>
          <w:rFonts w:ascii="Times New Roman" w:hAnsi="Times New Roman"/>
          <w:sz w:val="28"/>
          <w:szCs w:val="28"/>
        </w:rPr>
        <w:t>»</w:t>
      </w:r>
      <w:r w:rsidR="00881AE0" w:rsidRPr="00881AE0">
        <w:rPr>
          <w:rFonts w:ascii="Times New Roman" w:hAnsi="Times New Roman"/>
          <w:sz w:val="28"/>
          <w:szCs w:val="28"/>
        </w:rPr>
        <w:t xml:space="preserve"> в отношении </w:t>
      </w:r>
      <w:r w:rsidR="00D21BC3">
        <w:rPr>
          <w:rFonts w:ascii="Times New Roman" w:hAnsi="Times New Roman"/>
          <w:sz w:val="28"/>
          <w:szCs w:val="28"/>
        </w:rPr>
        <w:t>педагогических работников муниципал</w:t>
      </w:r>
      <w:r w:rsidR="00200632">
        <w:rPr>
          <w:rFonts w:ascii="Times New Roman" w:hAnsi="Times New Roman"/>
          <w:sz w:val="28"/>
          <w:szCs w:val="28"/>
        </w:rPr>
        <w:t>ь</w:t>
      </w:r>
      <w:r w:rsidR="00D21BC3">
        <w:rPr>
          <w:rFonts w:ascii="Times New Roman" w:hAnsi="Times New Roman"/>
          <w:sz w:val="28"/>
          <w:szCs w:val="28"/>
        </w:rPr>
        <w:t>ных общеобразовательных учреждений и муниципальных учреждений дополнительного образования</w:t>
      </w:r>
      <w:r w:rsidR="00881AE0" w:rsidRPr="00881AE0">
        <w:rPr>
          <w:rFonts w:ascii="Times New Roman" w:hAnsi="Times New Roman"/>
          <w:sz w:val="28"/>
          <w:szCs w:val="28"/>
        </w:rPr>
        <w:t>»</w:t>
      </w:r>
      <w:r w:rsidR="00881AE0">
        <w:rPr>
          <w:rFonts w:ascii="Times New Roman" w:hAnsi="Times New Roman"/>
          <w:sz w:val="28"/>
          <w:szCs w:val="28"/>
        </w:rPr>
        <w:t xml:space="preserve">, руководствуясь </w:t>
      </w:r>
      <w:r w:rsidRPr="00BF61E6">
        <w:rPr>
          <w:rFonts w:ascii="Times New Roman" w:hAnsi="Times New Roman"/>
          <w:sz w:val="28"/>
          <w:szCs w:val="28"/>
        </w:rPr>
        <w:t xml:space="preserve">ст. 28 Устава муниципального образования </w:t>
      </w:r>
      <w:r w:rsidR="00E90080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6635F9">
        <w:rPr>
          <w:rFonts w:ascii="Times New Roman" w:hAnsi="Times New Roman"/>
          <w:b/>
          <w:sz w:val="28"/>
          <w:szCs w:val="28"/>
        </w:rPr>
        <w:t>:</w:t>
      </w:r>
    </w:p>
    <w:p w14:paraId="5B76877E" w14:textId="56C37122" w:rsidR="00967D85" w:rsidRPr="00967D85" w:rsidRDefault="006635F9" w:rsidP="006635F9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7D85" w:rsidRPr="00020F36">
        <w:rPr>
          <w:rFonts w:ascii="Times New Roman" w:hAnsi="Times New Roman"/>
          <w:sz w:val="28"/>
          <w:szCs w:val="28"/>
        </w:rPr>
        <w:t>Внести в постановление мэра муниципального образования Ногликский муниципальный округ Сахалинской области от 0</w:t>
      </w:r>
      <w:r w:rsidR="00967D85">
        <w:rPr>
          <w:rFonts w:ascii="Times New Roman" w:hAnsi="Times New Roman"/>
          <w:sz w:val="28"/>
          <w:szCs w:val="28"/>
        </w:rPr>
        <w:t>2</w:t>
      </w:r>
      <w:r w:rsidR="00967D85" w:rsidRPr="00020F36">
        <w:rPr>
          <w:rFonts w:ascii="Times New Roman" w:hAnsi="Times New Roman"/>
          <w:sz w:val="28"/>
          <w:szCs w:val="28"/>
        </w:rPr>
        <w:t>.04.2025 № 5</w:t>
      </w:r>
      <w:r w:rsidR="00967D85">
        <w:rPr>
          <w:rFonts w:ascii="Times New Roman" w:hAnsi="Times New Roman"/>
          <w:sz w:val="28"/>
          <w:szCs w:val="28"/>
        </w:rPr>
        <w:t>2</w:t>
      </w:r>
      <w:r w:rsidR="00CF5ADA">
        <w:rPr>
          <w:rFonts w:ascii="Times New Roman" w:hAnsi="Times New Roman"/>
          <w:sz w:val="28"/>
          <w:szCs w:val="28"/>
        </w:rPr>
        <w:t xml:space="preserve"> </w:t>
      </w:r>
      <w:r w:rsidR="00CF5ADA" w:rsidRPr="002D004E">
        <w:rPr>
          <w:rFonts w:ascii="Times New Roman" w:hAnsi="Times New Roman"/>
          <w:sz w:val="28"/>
          <w:szCs w:val="28"/>
        </w:rPr>
        <w:t>(в ред</w:t>
      </w:r>
      <w:r w:rsidR="00E35D38">
        <w:rPr>
          <w:rFonts w:ascii="Times New Roman" w:hAnsi="Times New Roman"/>
          <w:sz w:val="28"/>
          <w:szCs w:val="28"/>
        </w:rPr>
        <w:t>акции</w:t>
      </w:r>
      <w:r w:rsidR="00CF5ADA">
        <w:rPr>
          <w:rFonts w:ascii="Times New Roman" w:hAnsi="Times New Roman"/>
          <w:sz w:val="28"/>
          <w:szCs w:val="28"/>
        </w:rPr>
        <w:t xml:space="preserve"> от</w:t>
      </w:r>
      <w:r w:rsidR="00CF5ADA" w:rsidRPr="002D004E">
        <w:rPr>
          <w:rFonts w:ascii="Times New Roman" w:hAnsi="Times New Roman"/>
          <w:sz w:val="28"/>
          <w:szCs w:val="28"/>
        </w:rPr>
        <w:t xml:space="preserve"> 21.07.2025 №</w:t>
      </w:r>
      <w:r w:rsidR="00CF5ADA">
        <w:rPr>
          <w:rFonts w:ascii="Times New Roman" w:hAnsi="Times New Roman"/>
          <w:sz w:val="28"/>
          <w:szCs w:val="28"/>
        </w:rPr>
        <w:t xml:space="preserve"> </w:t>
      </w:r>
      <w:r w:rsidR="00CF5ADA" w:rsidRPr="002D004E">
        <w:rPr>
          <w:rFonts w:ascii="Times New Roman" w:hAnsi="Times New Roman"/>
          <w:sz w:val="28"/>
          <w:szCs w:val="28"/>
        </w:rPr>
        <w:t xml:space="preserve">126) </w:t>
      </w:r>
      <w:r w:rsidR="00967D85" w:rsidRPr="00020F36">
        <w:rPr>
          <w:rFonts w:ascii="Times New Roman" w:hAnsi="Times New Roman"/>
          <w:sz w:val="28"/>
          <w:szCs w:val="28"/>
        </w:rPr>
        <w:t xml:space="preserve">«Об утверждении Положения </w:t>
      </w:r>
      <w:bookmarkStart w:id="1" w:name="_Hlk220667954"/>
      <w:r w:rsidR="00967D85" w:rsidRPr="00020F36">
        <w:rPr>
          <w:rFonts w:ascii="Times New Roman" w:hAnsi="Times New Roman"/>
          <w:sz w:val="28"/>
          <w:szCs w:val="28"/>
        </w:rPr>
        <w:t xml:space="preserve">о системе оплаты труда работников </w:t>
      </w:r>
      <w:r w:rsidR="00967D85" w:rsidRPr="00967D85">
        <w:rPr>
          <w:rFonts w:ascii="Times New Roman" w:hAnsi="Times New Roman"/>
          <w:sz w:val="28"/>
          <w:szCs w:val="28"/>
        </w:rPr>
        <w:t xml:space="preserve">муниципального </w:t>
      </w:r>
      <w:r w:rsidR="00967D85" w:rsidRPr="002D004E">
        <w:rPr>
          <w:rFonts w:ascii="Times New Roman" w:hAnsi="Times New Roman"/>
          <w:sz w:val="28"/>
          <w:szCs w:val="28"/>
        </w:rPr>
        <w:t>бюджетного учреждения дополнительного образования «Детская школа искусств»</w:t>
      </w:r>
      <w:r w:rsidR="002D004E" w:rsidRPr="002D004E">
        <w:rPr>
          <w:rFonts w:ascii="Times New Roman" w:hAnsi="Times New Roman"/>
          <w:sz w:val="28"/>
          <w:szCs w:val="28"/>
        </w:rPr>
        <w:t xml:space="preserve"> </w:t>
      </w:r>
      <w:r w:rsidR="00967D85" w:rsidRPr="00967D85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области»</w:t>
      </w:r>
      <w:bookmarkEnd w:id="1"/>
      <w:r w:rsidR="00967D85" w:rsidRPr="006635F9">
        <w:rPr>
          <w:rFonts w:ascii="Times New Roman" w:hAnsi="Times New Roman"/>
          <w:sz w:val="28"/>
          <w:szCs w:val="28"/>
        </w:rPr>
        <w:t xml:space="preserve"> </w:t>
      </w:r>
      <w:r w:rsidR="00967D85" w:rsidRPr="00967D85">
        <w:rPr>
          <w:rFonts w:ascii="Times New Roman" w:hAnsi="Times New Roman"/>
          <w:sz w:val="28"/>
          <w:szCs w:val="28"/>
        </w:rPr>
        <w:t xml:space="preserve">(далее - </w:t>
      </w:r>
      <w:r w:rsidR="00CF5ADA">
        <w:rPr>
          <w:rFonts w:ascii="Times New Roman" w:hAnsi="Times New Roman"/>
          <w:sz w:val="28"/>
          <w:szCs w:val="28"/>
        </w:rPr>
        <w:t>Положение</w:t>
      </w:r>
      <w:r w:rsidR="00967D85" w:rsidRPr="00967D85">
        <w:rPr>
          <w:rFonts w:ascii="Times New Roman" w:hAnsi="Times New Roman"/>
          <w:sz w:val="28"/>
          <w:szCs w:val="28"/>
        </w:rPr>
        <w:t>), следующие изменения:</w:t>
      </w:r>
    </w:p>
    <w:p w14:paraId="2B9EAF1F" w14:textId="2F15ABCA" w:rsidR="00967D85" w:rsidRPr="006635F9" w:rsidRDefault="006635F9" w:rsidP="006635F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67D85" w:rsidRPr="00967D85">
        <w:rPr>
          <w:rFonts w:ascii="Times New Roman" w:hAnsi="Times New Roman"/>
          <w:sz w:val="28"/>
          <w:szCs w:val="28"/>
        </w:rPr>
        <w:t xml:space="preserve">Приложение 1 к </w:t>
      </w:r>
      <w:r w:rsidR="00CF5ADA">
        <w:rPr>
          <w:rFonts w:ascii="Times New Roman" w:hAnsi="Times New Roman"/>
          <w:sz w:val="28"/>
          <w:szCs w:val="28"/>
        </w:rPr>
        <w:t>П</w:t>
      </w:r>
      <w:r w:rsidR="00967D85" w:rsidRPr="00967D85">
        <w:rPr>
          <w:rFonts w:ascii="Times New Roman" w:hAnsi="Times New Roman"/>
          <w:sz w:val="28"/>
          <w:szCs w:val="28"/>
        </w:rPr>
        <w:t xml:space="preserve">оложению </w:t>
      </w:r>
      <w:r w:rsidR="00967D85" w:rsidRPr="002529C7">
        <w:rPr>
          <w:rFonts w:ascii="Times New Roman" w:hAnsi="Times New Roman"/>
          <w:color w:val="000000" w:themeColor="text1"/>
          <w:sz w:val="28"/>
          <w:szCs w:val="28"/>
        </w:rPr>
        <w:t>изложить в редакции согласно приложению</w:t>
      </w:r>
      <w:r w:rsidR="00967D85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967D85" w:rsidRPr="002529C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</w:t>
      </w:r>
      <w:r w:rsidR="00967D8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871BF12" w14:textId="55BC3C2C" w:rsidR="006635F9" w:rsidRPr="006635F9" w:rsidRDefault="006635F9" w:rsidP="006635F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5F9">
        <w:rPr>
          <w:rFonts w:ascii="Times New Roman" w:hAnsi="Times New Roman"/>
          <w:sz w:val="28"/>
          <w:szCs w:val="28"/>
        </w:rPr>
        <w:t xml:space="preserve">1.2. 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6635F9">
        <w:rPr>
          <w:rFonts w:ascii="Times New Roman" w:hAnsi="Times New Roman"/>
          <w:sz w:val="28"/>
          <w:szCs w:val="28"/>
        </w:rPr>
        <w:t xml:space="preserve">к Положению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6635F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0AE98422" w14:textId="0476323F" w:rsidR="00967D85" w:rsidRPr="006635F9" w:rsidRDefault="00967D85" w:rsidP="00663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605FFC" w14:textId="44577C15" w:rsidR="006635F9" w:rsidRPr="006635F9" w:rsidRDefault="006635F9" w:rsidP="006635F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5F9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6635F9">
        <w:rPr>
          <w:rFonts w:ascii="Times New Roman" w:hAnsi="Times New Roman"/>
          <w:sz w:val="28"/>
          <w:szCs w:val="28"/>
        </w:rPr>
        <w:t>3 к Положению изложить в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35F9">
        <w:rPr>
          <w:rFonts w:ascii="Times New Roman" w:hAnsi="Times New Roman"/>
          <w:sz w:val="28"/>
          <w:szCs w:val="28"/>
        </w:rPr>
        <w:t>3 к настоящему постановлению.</w:t>
      </w:r>
    </w:p>
    <w:p w14:paraId="7535AD0D" w14:textId="70BD741F" w:rsidR="006635F9" w:rsidRPr="006635F9" w:rsidRDefault="006635F9" w:rsidP="006635F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35F9">
        <w:rPr>
          <w:rFonts w:ascii="Times New Roman" w:hAnsi="Times New Roman"/>
          <w:sz w:val="28"/>
          <w:szCs w:val="28"/>
        </w:rPr>
        <w:t>1.4. Приложение 11 к Положению изложить в</w:t>
      </w:r>
      <w:r w:rsidRPr="006635F9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согласно приложению 4 к настоящему постановлению.</w:t>
      </w:r>
    </w:p>
    <w:p w14:paraId="18CF4861" w14:textId="6344CC53" w:rsidR="007C4933" w:rsidRPr="007C4933" w:rsidRDefault="006635F9" w:rsidP="006635F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="00135288">
        <w:rPr>
          <w:rFonts w:ascii="Times New Roman" w:hAnsi="Times New Roman"/>
          <w:color w:val="000000" w:themeColor="text1"/>
          <w:sz w:val="28"/>
          <w:szCs w:val="28"/>
        </w:rPr>
        <w:t>распрстраняется</w:t>
      </w:r>
      <w:proofErr w:type="spellEnd"/>
      <w:r w:rsidR="00135288">
        <w:rPr>
          <w:rFonts w:ascii="Times New Roman" w:hAnsi="Times New Roman"/>
          <w:color w:val="000000" w:themeColor="text1"/>
          <w:sz w:val="28"/>
          <w:szCs w:val="28"/>
        </w:rPr>
        <w:t xml:space="preserve"> на правоотношения, возникшие с 01</w:t>
      </w:r>
      <w:r w:rsidR="00A3404D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453F9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7B64D3C8" w14:textId="6B4004B9" w:rsidR="00E66ABE" w:rsidRPr="00E66ABE" w:rsidRDefault="006635F9" w:rsidP="006635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C4933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14EDC2DC" w14:textId="120217E8" w:rsidR="00FB14F4" w:rsidRDefault="006635F9" w:rsidP="006635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>Русанова</w:t>
      </w:r>
      <w:proofErr w:type="spellEnd"/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 Я.С.</w:t>
      </w:r>
    </w:p>
    <w:p w14:paraId="774D081A" w14:textId="77777777" w:rsidR="00FB14F4" w:rsidRDefault="00FB14F4" w:rsidP="006635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CE7FD5" w14:textId="77777777" w:rsidR="006635F9" w:rsidRPr="00FB14F4" w:rsidRDefault="006635F9" w:rsidP="006635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F664F" w14:textId="77777777" w:rsidR="00E70704" w:rsidRDefault="00E70704" w:rsidP="006635F9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F81E1BB" w14:textId="77777777" w:rsidR="00EA23EA" w:rsidRDefault="00EA23EA" w:rsidP="006635F9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9F4CE6D" w14:textId="7FB4ED42" w:rsidR="00E70704" w:rsidRPr="007C2877" w:rsidRDefault="00EA23EA" w:rsidP="006635F9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</w:t>
      </w:r>
      <w:r w:rsidR="00E70704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635F9">
        <w:rPr>
          <w:rFonts w:ascii="Times New Roman" w:hAnsi="Times New Roman"/>
          <w:sz w:val="28"/>
          <w:szCs w:val="28"/>
        </w:rPr>
        <w:t xml:space="preserve"> </w:t>
      </w:r>
      <w:r w:rsidR="00E70704">
        <w:rPr>
          <w:rFonts w:ascii="Times New Roman" w:hAnsi="Times New Roman"/>
          <w:sz w:val="28"/>
          <w:szCs w:val="28"/>
        </w:rPr>
        <w:t xml:space="preserve">    </w:t>
      </w:r>
      <w:r w:rsidR="0009538B">
        <w:rPr>
          <w:rFonts w:ascii="Times New Roman" w:hAnsi="Times New Roman"/>
          <w:sz w:val="28"/>
          <w:szCs w:val="28"/>
        </w:rPr>
        <w:t>С.В. Гурьянов</w:t>
      </w:r>
    </w:p>
    <w:sectPr w:rsidR="00E70704" w:rsidRPr="007C2877" w:rsidSect="006635F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3F75C" w14:textId="77777777" w:rsidR="009A4AEA" w:rsidRDefault="009A4AEA" w:rsidP="006635F9">
      <w:pPr>
        <w:spacing w:after="0" w:line="240" w:lineRule="auto"/>
      </w:pPr>
      <w:r>
        <w:separator/>
      </w:r>
    </w:p>
  </w:endnote>
  <w:endnote w:type="continuationSeparator" w:id="0">
    <w:p w14:paraId="5EC63A0C" w14:textId="77777777" w:rsidR="009A4AEA" w:rsidRDefault="009A4AEA" w:rsidP="00663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1F4AF" w14:textId="77777777" w:rsidR="009A4AEA" w:rsidRDefault="009A4AEA" w:rsidP="006635F9">
      <w:pPr>
        <w:spacing w:after="0" w:line="240" w:lineRule="auto"/>
      </w:pPr>
      <w:r>
        <w:separator/>
      </w:r>
    </w:p>
  </w:footnote>
  <w:footnote w:type="continuationSeparator" w:id="0">
    <w:p w14:paraId="037C0AEA" w14:textId="77777777" w:rsidR="009A4AEA" w:rsidRDefault="009A4AEA" w:rsidP="00663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1004164"/>
      <w:docPartObj>
        <w:docPartGallery w:val="Page Numbers (Top of Page)"/>
        <w:docPartUnique/>
      </w:docPartObj>
    </w:sdtPr>
    <w:sdtEndPr/>
    <w:sdtContent>
      <w:p w14:paraId="1445E14B" w14:textId="06ADD594" w:rsidR="006635F9" w:rsidRDefault="006635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D0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D63C42A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7EA3"/>
    <w:rsid w:val="000238AD"/>
    <w:rsid w:val="00023DCA"/>
    <w:rsid w:val="00024AE6"/>
    <w:rsid w:val="00043B4E"/>
    <w:rsid w:val="00052D08"/>
    <w:rsid w:val="00053BD0"/>
    <w:rsid w:val="00060D95"/>
    <w:rsid w:val="00061D06"/>
    <w:rsid w:val="00086DB3"/>
    <w:rsid w:val="0009538B"/>
    <w:rsid w:val="00097321"/>
    <w:rsid w:val="00113CC5"/>
    <w:rsid w:val="001156C0"/>
    <w:rsid w:val="00120169"/>
    <w:rsid w:val="00127F2D"/>
    <w:rsid w:val="00135288"/>
    <w:rsid w:val="00144B6F"/>
    <w:rsid w:val="00152229"/>
    <w:rsid w:val="00192AC1"/>
    <w:rsid w:val="001A4593"/>
    <w:rsid w:val="00200632"/>
    <w:rsid w:val="002018E7"/>
    <w:rsid w:val="002053A3"/>
    <w:rsid w:val="0022175D"/>
    <w:rsid w:val="00231C17"/>
    <w:rsid w:val="00233735"/>
    <w:rsid w:val="00237DCC"/>
    <w:rsid w:val="00242B61"/>
    <w:rsid w:val="002441AF"/>
    <w:rsid w:val="00253EF8"/>
    <w:rsid w:val="0026038F"/>
    <w:rsid w:val="00276A80"/>
    <w:rsid w:val="002911D8"/>
    <w:rsid w:val="0029258B"/>
    <w:rsid w:val="002A005B"/>
    <w:rsid w:val="002A2424"/>
    <w:rsid w:val="002D004E"/>
    <w:rsid w:val="002D7093"/>
    <w:rsid w:val="002D78AE"/>
    <w:rsid w:val="002E3615"/>
    <w:rsid w:val="00304932"/>
    <w:rsid w:val="00307252"/>
    <w:rsid w:val="0032500B"/>
    <w:rsid w:val="00334E8E"/>
    <w:rsid w:val="00345A01"/>
    <w:rsid w:val="00375FB0"/>
    <w:rsid w:val="003C3CBC"/>
    <w:rsid w:val="003D35F1"/>
    <w:rsid w:val="003E70CF"/>
    <w:rsid w:val="00403F71"/>
    <w:rsid w:val="00406D67"/>
    <w:rsid w:val="004207AE"/>
    <w:rsid w:val="004451A8"/>
    <w:rsid w:val="00453F90"/>
    <w:rsid w:val="00486E22"/>
    <w:rsid w:val="004A0CBD"/>
    <w:rsid w:val="004A13FA"/>
    <w:rsid w:val="004A49E9"/>
    <w:rsid w:val="004D1338"/>
    <w:rsid w:val="004D34AC"/>
    <w:rsid w:val="004E1E09"/>
    <w:rsid w:val="005056BD"/>
    <w:rsid w:val="00513579"/>
    <w:rsid w:val="00537B90"/>
    <w:rsid w:val="005822B1"/>
    <w:rsid w:val="005905FF"/>
    <w:rsid w:val="005952EB"/>
    <w:rsid w:val="00597CD7"/>
    <w:rsid w:val="005A408F"/>
    <w:rsid w:val="005B2149"/>
    <w:rsid w:val="005B672F"/>
    <w:rsid w:val="005C06DA"/>
    <w:rsid w:val="005C6B61"/>
    <w:rsid w:val="005C7D45"/>
    <w:rsid w:val="005E7338"/>
    <w:rsid w:val="005F215E"/>
    <w:rsid w:val="00632019"/>
    <w:rsid w:val="006635F9"/>
    <w:rsid w:val="00686248"/>
    <w:rsid w:val="006D5E29"/>
    <w:rsid w:val="006E76D9"/>
    <w:rsid w:val="006E7852"/>
    <w:rsid w:val="006F12A3"/>
    <w:rsid w:val="00703701"/>
    <w:rsid w:val="0070551C"/>
    <w:rsid w:val="007106FB"/>
    <w:rsid w:val="00716C00"/>
    <w:rsid w:val="00732B91"/>
    <w:rsid w:val="00735D4D"/>
    <w:rsid w:val="0076420F"/>
    <w:rsid w:val="00770CA4"/>
    <w:rsid w:val="00790492"/>
    <w:rsid w:val="007B069D"/>
    <w:rsid w:val="007B617A"/>
    <w:rsid w:val="007C2877"/>
    <w:rsid w:val="007C4933"/>
    <w:rsid w:val="00800067"/>
    <w:rsid w:val="00805E80"/>
    <w:rsid w:val="00824019"/>
    <w:rsid w:val="00826C53"/>
    <w:rsid w:val="00881AE0"/>
    <w:rsid w:val="008912C0"/>
    <w:rsid w:val="008A03B1"/>
    <w:rsid w:val="008B4594"/>
    <w:rsid w:val="008C131A"/>
    <w:rsid w:val="008C6AC5"/>
    <w:rsid w:val="008D778A"/>
    <w:rsid w:val="009130C9"/>
    <w:rsid w:val="00915716"/>
    <w:rsid w:val="0092526D"/>
    <w:rsid w:val="009265FB"/>
    <w:rsid w:val="009305AC"/>
    <w:rsid w:val="00967D85"/>
    <w:rsid w:val="00995D2F"/>
    <w:rsid w:val="009A4AEA"/>
    <w:rsid w:val="009A643B"/>
    <w:rsid w:val="009B433D"/>
    <w:rsid w:val="009E4E9D"/>
    <w:rsid w:val="00A32CC5"/>
    <w:rsid w:val="00A3404D"/>
    <w:rsid w:val="00A50056"/>
    <w:rsid w:val="00A529C2"/>
    <w:rsid w:val="00A759AE"/>
    <w:rsid w:val="00A90C30"/>
    <w:rsid w:val="00AC6487"/>
    <w:rsid w:val="00AE2DB4"/>
    <w:rsid w:val="00AF28E2"/>
    <w:rsid w:val="00B04ACE"/>
    <w:rsid w:val="00B217A7"/>
    <w:rsid w:val="00B25688"/>
    <w:rsid w:val="00B270C6"/>
    <w:rsid w:val="00B42967"/>
    <w:rsid w:val="00BA1368"/>
    <w:rsid w:val="00BC7CD2"/>
    <w:rsid w:val="00BE5C7E"/>
    <w:rsid w:val="00BF0AAA"/>
    <w:rsid w:val="00BF24D2"/>
    <w:rsid w:val="00C22F14"/>
    <w:rsid w:val="00C43AA8"/>
    <w:rsid w:val="00C44A48"/>
    <w:rsid w:val="00C73C6E"/>
    <w:rsid w:val="00C77404"/>
    <w:rsid w:val="00C802EE"/>
    <w:rsid w:val="00C94B66"/>
    <w:rsid w:val="00CF5ADA"/>
    <w:rsid w:val="00D1531B"/>
    <w:rsid w:val="00D153AA"/>
    <w:rsid w:val="00D21420"/>
    <w:rsid w:val="00D21BC3"/>
    <w:rsid w:val="00D34A59"/>
    <w:rsid w:val="00D35426"/>
    <w:rsid w:val="00D360D7"/>
    <w:rsid w:val="00D73978"/>
    <w:rsid w:val="00D73AAA"/>
    <w:rsid w:val="00D83DEF"/>
    <w:rsid w:val="00D86F20"/>
    <w:rsid w:val="00D967A4"/>
    <w:rsid w:val="00DB00D1"/>
    <w:rsid w:val="00DB142C"/>
    <w:rsid w:val="00DE5677"/>
    <w:rsid w:val="00E0136A"/>
    <w:rsid w:val="00E14213"/>
    <w:rsid w:val="00E16ADC"/>
    <w:rsid w:val="00E23C37"/>
    <w:rsid w:val="00E26BA2"/>
    <w:rsid w:val="00E326A5"/>
    <w:rsid w:val="00E34483"/>
    <w:rsid w:val="00E35D38"/>
    <w:rsid w:val="00E36429"/>
    <w:rsid w:val="00E44CC7"/>
    <w:rsid w:val="00E475C2"/>
    <w:rsid w:val="00E66ABE"/>
    <w:rsid w:val="00E70704"/>
    <w:rsid w:val="00E90080"/>
    <w:rsid w:val="00EA23EA"/>
    <w:rsid w:val="00EA4EAE"/>
    <w:rsid w:val="00EC7700"/>
    <w:rsid w:val="00ED1BA1"/>
    <w:rsid w:val="00EE5D16"/>
    <w:rsid w:val="00EE780F"/>
    <w:rsid w:val="00F167A5"/>
    <w:rsid w:val="00F37127"/>
    <w:rsid w:val="00F52040"/>
    <w:rsid w:val="00F54246"/>
    <w:rsid w:val="00F66136"/>
    <w:rsid w:val="00F76718"/>
    <w:rsid w:val="00F80E0F"/>
    <w:rsid w:val="00F92612"/>
    <w:rsid w:val="00FA03B2"/>
    <w:rsid w:val="00FB14F4"/>
    <w:rsid w:val="00FD48D2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663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35F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63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35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EF0F47F07745C6B4407B9661440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799690-561E-4B2A-84E5-2CB6035FECDD}"/>
      </w:docPartPr>
      <w:docPartBody>
        <w:p w:rsidR="007359E3" w:rsidRDefault="00972A94" w:rsidP="00972A94">
          <w:pPr>
            <w:pStyle w:val="82EF0F47F07745C6B4407B9661440919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4DE4E9512031404BA9855C910C953E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92A544-9B4D-4016-9352-CFDDC298DD1E}"/>
      </w:docPartPr>
      <w:docPartBody>
        <w:p w:rsidR="007359E3" w:rsidRDefault="00972A94" w:rsidP="00972A94">
          <w:pPr>
            <w:pStyle w:val="4DE4E9512031404BA9855C910C953E48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94"/>
    <w:rsid w:val="007359E3"/>
    <w:rsid w:val="00972A94"/>
    <w:rsid w:val="00A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2EF0F47F07745C6B4407B9661440919">
    <w:name w:val="82EF0F47F07745C6B4407B9661440919"/>
    <w:rsid w:val="00972A94"/>
  </w:style>
  <w:style w:type="paragraph" w:customStyle="1" w:styleId="4DE4E9512031404BA9855C910C953E48">
    <w:name w:val="4DE4E9512031404BA9855C910C953E48"/>
    <w:rsid w:val="00972A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1A2A5-CB95-4A50-8044-4306F8FA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544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52</cp:revision>
  <cp:lastPrinted>2026-02-19T06:46:00Z</cp:lastPrinted>
  <dcterms:created xsi:type="dcterms:W3CDTF">2022-02-11T05:03:00Z</dcterms:created>
  <dcterms:modified xsi:type="dcterms:W3CDTF">2026-02-19T06:47:00Z</dcterms:modified>
</cp:coreProperties>
</file>